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861539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539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1.5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" filled="f" strokecolor="#7030a0" strokeweight="1pt"/>
            </w:pict>
          </mc:Fallback>
        </mc:AlternateContent>
      </w:r>
      <w:r w:rsidR="00E92460">
        <w:rPr>
          <w:rFonts w:ascii="Arial" w:hAnsi="Arial" w:cs="Arial"/>
          <w:b/>
          <w:color w:val="7030A0"/>
          <w:sz w:val="28"/>
          <w:szCs w:val="28"/>
        </w:rPr>
        <w:t>CALCULS EN CHIFFRES FARSIS</w:t>
      </w:r>
    </w:p>
    <w:p w:rsidR="00191F85" w:rsidRPr="00D47F91" w:rsidRDefault="00191F85" w:rsidP="00D47F91">
      <w:pPr>
        <w:rPr>
          <w:rFonts w:ascii="Arial" w:hAnsi="Arial" w:cs="Arial"/>
        </w:rPr>
      </w:pPr>
    </w:p>
    <w:p w:rsidR="00687DE3" w:rsidRPr="00D47F91" w:rsidRDefault="00D47F91" w:rsidP="00D47F91">
      <w:pPr>
        <w:rPr>
          <w:rFonts w:ascii="Arial" w:hAnsi="Arial" w:cs="Arial"/>
        </w:rPr>
      </w:pPr>
      <w:r w:rsidRPr="00D47F91">
        <w:rPr>
          <w:rFonts w:ascii="Arial" w:hAnsi="Arial" w:cs="Arial"/>
        </w:rPr>
        <w:t>Découvrir les chiffres farsi</w:t>
      </w:r>
      <w:r w:rsidR="00167C2A">
        <w:rPr>
          <w:rFonts w:ascii="Arial" w:hAnsi="Arial" w:cs="Arial"/>
        </w:rPr>
        <w:t>s</w:t>
      </w:r>
      <w:r w:rsidRPr="00D47F91">
        <w:rPr>
          <w:rFonts w:ascii="Arial" w:hAnsi="Arial" w:cs="Arial"/>
        </w:rPr>
        <w:t xml:space="preserve"> puis réaliser quelques calculs : concentration maximale requise pou</w:t>
      </w:r>
      <w:r w:rsidR="00BE3489">
        <w:rPr>
          <w:rFonts w:ascii="Arial" w:hAnsi="Arial" w:cs="Arial"/>
        </w:rPr>
        <w:t>r ne pas s'emmêler les pinceaux !</w:t>
      </w:r>
      <w:r w:rsidRPr="00D47F91">
        <w:rPr>
          <w:rFonts w:ascii="Arial" w:hAnsi="Arial" w:cs="Arial"/>
        </w:rPr>
        <w:t xml:space="preserve"> </w:t>
      </w:r>
      <w:r w:rsidR="00191F85" w:rsidRPr="00D47F91">
        <w:rPr>
          <w:rFonts w:ascii="Arial" w:hAnsi="Arial" w:cs="Arial"/>
        </w:rPr>
        <w:t xml:space="preserve">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C37C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BE348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C37C0">
        <w:rPr>
          <w:rFonts w:ascii="Arial" w:hAnsi="Arial" w:cs="Arial"/>
        </w:rPr>
        <w:t xml:space="preserve"> MS 22, MS 24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C37C0">
        <w:rPr>
          <w:rFonts w:ascii="Arial" w:hAnsi="Arial" w:cs="Arial"/>
        </w:rPr>
        <w:t xml:space="preserve"> SHS 21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C37C0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CC37C0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C37C0">
        <w:rPr>
          <w:rFonts w:ascii="Arial" w:hAnsi="Arial" w:cs="Arial"/>
        </w:rPr>
        <w:t xml:space="preserve">FG 24, FG 25, FG 28 </w:t>
      </w:r>
    </w:p>
    <w:p w:rsidR="00687DE3" w:rsidRDefault="00CC37C0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C516C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CC37C0" w:rsidRDefault="00CC37C0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8021CA" w:rsidRDefault="00F723D3" w:rsidP="008021C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8021CA" w:rsidRPr="008021CA" w:rsidRDefault="008021CA" w:rsidP="008021C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8021CA">
        <w:rPr>
          <w:rFonts w:ascii="Arial" w:hAnsi="Arial" w:cs="Arial"/>
          <w:b/>
        </w:rPr>
        <w:t xml:space="preserve">PDF "fiche chiffres </w:t>
      </w:r>
      <w:r w:rsidR="00A634C3">
        <w:rPr>
          <w:rFonts w:ascii="Arial" w:hAnsi="Arial" w:cs="Arial"/>
          <w:b/>
        </w:rPr>
        <w:t>farsi</w:t>
      </w:r>
      <w:r w:rsidR="00167C2A">
        <w:rPr>
          <w:rFonts w:ascii="Arial" w:hAnsi="Arial" w:cs="Arial"/>
          <w:b/>
        </w:rPr>
        <w:t>s</w:t>
      </w:r>
      <w:bookmarkStart w:id="0" w:name="_GoBack"/>
      <w:bookmarkEnd w:id="0"/>
      <w:r w:rsidRPr="008021CA">
        <w:rPr>
          <w:rFonts w:ascii="Arial" w:hAnsi="Arial" w:cs="Arial"/>
          <w:b/>
        </w:rPr>
        <w:t xml:space="preserve">" </w:t>
      </w:r>
      <w:r w:rsidRPr="008021CA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2-3 copies et les plastifier si possible </w:t>
      </w:r>
    </w:p>
    <w:p w:rsidR="008021CA" w:rsidRPr="008021CA" w:rsidRDefault="008021CA" w:rsidP="008021C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8021CA">
        <w:rPr>
          <w:rFonts w:ascii="Arial" w:hAnsi="Arial" w:cs="Arial"/>
          <w:b/>
        </w:rPr>
        <w:t xml:space="preserve">PDF "fiche calculs </w:t>
      </w:r>
      <w:r w:rsidR="00A634C3">
        <w:rPr>
          <w:rFonts w:ascii="Arial" w:hAnsi="Arial" w:cs="Arial"/>
          <w:b/>
        </w:rPr>
        <w:t>en farsi</w:t>
      </w:r>
      <w:r w:rsidRPr="008021CA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 xml:space="preserve"> </w:t>
      </w:r>
      <w:r w:rsidRPr="008021CA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suffisamment de copies pour réaliser cette activité durant ½ journée (env. 30 copies) </w:t>
      </w:r>
    </w:p>
    <w:p w:rsidR="004B3F3D" w:rsidRPr="00223236" w:rsidRDefault="004B3F3D" w:rsidP="00223236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8021CA" w:rsidRPr="008021CA" w:rsidRDefault="008021CA" w:rsidP="008021CA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8021CA">
        <w:rPr>
          <w:rFonts w:ascii="Arial" w:hAnsi="Arial" w:cs="Arial"/>
          <w:b/>
        </w:rPr>
        <w:t>Des stylos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67C2A"/>
    <w:rsid w:val="00191F85"/>
    <w:rsid w:val="001A4A00"/>
    <w:rsid w:val="00223236"/>
    <w:rsid w:val="003F707B"/>
    <w:rsid w:val="004163C9"/>
    <w:rsid w:val="004B3F3D"/>
    <w:rsid w:val="00507F03"/>
    <w:rsid w:val="005472B9"/>
    <w:rsid w:val="00687DE3"/>
    <w:rsid w:val="00715FC3"/>
    <w:rsid w:val="00716697"/>
    <w:rsid w:val="008021CA"/>
    <w:rsid w:val="008844A5"/>
    <w:rsid w:val="0094240B"/>
    <w:rsid w:val="00A634C3"/>
    <w:rsid w:val="00BE3489"/>
    <w:rsid w:val="00BF2392"/>
    <w:rsid w:val="00C516C4"/>
    <w:rsid w:val="00CC37C0"/>
    <w:rsid w:val="00D47F91"/>
    <w:rsid w:val="00D61C79"/>
    <w:rsid w:val="00D660C8"/>
    <w:rsid w:val="00D75DB1"/>
    <w:rsid w:val="00D7638D"/>
    <w:rsid w:val="00DF5E50"/>
    <w:rsid w:val="00E01974"/>
    <w:rsid w:val="00E9246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CCB715DA.dotm</Template>
  <TotalTime>5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7</cp:revision>
  <dcterms:created xsi:type="dcterms:W3CDTF">2019-07-22T08:47:00Z</dcterms:created>
  <dcterms:modified xsi:type="dcterms:W3CDTF">2019-08-14T07:51:00Z</dcterms:modified>
</cp:coreProperties>
</file>